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B41" w:rsidRDefault="00D37E82">
      <w:pPr>
        <w:pStyle w:val="Zakladnystyl"/>
      </w:pPr>
      <w:bookmarkStart w:id="0" w:name="_GoBack"/>
      <w:bookmarkEnd w:id="0"/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4.2pt;margin-top:-7.65pt;width:55.2pt;height:63pt;z-index:251658240;visibility:visible;mso-wrap-edited:f">
            <v:imagedata r:id="rId11" o:title=""/>
            <w10:wrap type="topAndBottom"/>
          </v:shape>
          <o:OLEObject Type="Embed" ProgID="Word.Picture.8" ShapeID="_x0000_s1026" DrawAspect="Content" ObjectID="_1817790722" r:id="rId12"/>
        </w:object>
      </w:r>
      <w:r w:rsidR="002C7215">
        <w:tab/>
      </w:r>
      <w:r w:rsidR="002C7215">
        <w:tab/>
      </w:r>
      <w:r w:rsidR="002C7215">
        <w:tab/>
      </w:r>
      <w:r w:rsidR="002C7215">
        <w:tab/>
      </w:r>
      <w:r w:rsidR="002C7215">
        <w:tab/>
      </w:r>
      <w:r w:rsidR="002C7215" w:rsidRPr="002C7215">
        <w:rPr>
          <w:sz w:val="28"/>
          <w:szCs w:val="28"/>
        </w:rPr>
        <w:tab/>
        <w:t>Návrh</w:t>
      </w:r>
      <w:r w:rsidR="002C7215">
        <w:t xml:space="preserve"> </w:t>
      </w:r>
    </w:p>
    <w:p w:rsidR="005C7B41" w:rsidRDefault="005C7B41">
      <w:pPr>
        <w:pStyle w:val="Zakladnystyl"/>
        <w:jc w:val="center"/>
        <w:rPr>
          <w:sz w:val="28"/>
          <w:szCs w:val="28"/>
        </w:rPr>
      </w:pPr>
      <w:r>
        <w:rPr>
          <w:sz w:val="28"/>
          <w:szCs w:val="28"/>
        </w:rPr>
        <w:t>UZNESENIE VLÁDY SLOVENSKEJ REPUBLIKY</w:t>
      </w:r>
    </w:p>
    <w:p w:rsidR="005C7B41" w:rsidRDefault="002F2453">
      <w:pPr>
        <w:pStyle w:val="Zakladnystyl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č. ....</w:t>
      </w:r>
    </w:p>
    <w:p w:rsidR="005C7B41" w:rsidRDefault="005C7B41">
      <w:pPr>
        <w:pStyle w:val="Zakladnystyl"/>
        <w:jc w:val="center"/>
        <w:rPr>
          <w:sz w:val="28"/>
          <w:szCs w:val="28"/>
        </w:rPr>
      </w:pPr>
      <w:r>
        <w:rPr>
          <w:sz w:val="28"/>
          <w:szCs w:val="28"/>
        </w:rPr>
        <w:t>z </w:t>
      </w:r>
      <w:r w:rsidR="002F2453">
        <w:rPr>
          <w:sz w:val="28"/>
          <w:szCs w:val="28"/>
        </w:rPr>
        <w:t>...................</w:t>
      </w:r>
    </w:p>
    <w:p w:rsidR="005C7B41" w:rsidRDefault="005C7B41">
      <w:pPr>
        <w:pStyle w:val="Zakladnystyl"/>
        <w:jc w:val="center"/>
        <w:rPr>
          <w:sz w:val="28"/>
          <w:szCs w:val="28"/>
        </w:rPr>
      </w:pPr>
    </w:p>
    <w:p w:rsidR="00752BBB" w:rsidRDefault="005C7B41">
      <w:pPr>
        <w:pStyle w:val="Zakladnysty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 návrhu </w:t>
      </w:r>
      <w:r w:rsidR="000C0D3E">
        <w:rPr>
          <w:b/>
          <w:bCs/>
          <w:sz w:val="28"/>
          <w:szCs w:val="28"/>
        </w:rPr>
        <w:t>Správy</w:t>
      </w:r>
      <w:r w:rsidR="000C0D3E" w:rsidRPr="000C0D3E">
        <w:rPr>
          <w:b/>
          <w:bCs/>
          <w:sz w:val="28"/>
          <w:szCs w:val="28"/>
        </w:rPr>
        <w:t xml:space="preserve"> o plnení opatrení vyplývajúcich z Národného programu aktívneho starnutia na roky 2021 – 2030 za roky </w:t>
      </w:r>
      <w:r w:rsidR="00752BBB" w:rsidRPr="000C0D3E">
        <w:rPr>
          <w:b/>
          <w:bCs/>
          <w:sz w:val="28"/>
          <w:szCs w:val="28"/>
        </w:rPr>
        <w:t>202</w:t>
      </w:r>
      <w:r w:rsidR="00752BBB">
        <w:rPr>
          <w:b/>
          <w:bCs/>
          <w:sz w:val="28"/>
          <w:szCs w:val="28"/>
        </w:rPr>
        <w:t>3</w:t>
      </w:r>
      <w:r w:rsidR="00752BBB" w:rsidRPr="000C0D3E">
        <w:rPr>
          <w:b/>
          <w:bCs/>
          <w:sz w:val="28"/>
          <w:szCs w:val="28"/>
        </w:rPr>
        <w:t xml:space="preserve"> </w:t>
      </w:r>
      <w:r w:rsidR="000C0D3E" w:rsidRPr="000C0D3E">
        <w:rPr>
          <w:b/>
          <w:bCs/>
          <w:sz w:val="28"/>
          <w:szCs w:val="28"/>
        </w:rPr>
        <w:t xml:space="preserve">– </w:t>
      </w:r>
      <w:r w:rsidR="00752BBB" w:rsidRPr="000C0D3E">
        <w:rPr>
          <w:b/>
          <w:bCs/>
          <w:sz w:val="28"/>
          <w:szCs w:val="28"/>
        </w:rPr>
        <w:t>202</w:t>
      </w:r>
      <w:r w:rsidR="00752BBB">
        <w:rPr>
          <w:b/>
          <w:bCs/>
          <w:sz w:val="28"/>
          <w:szCs w:val="28"/>
        </w:rPr>
        <w:t>4</w:t>
      </w:r>
    </w:p>
    <w:p w:rsidR="005C7B41" w:rsidRDefault="00752BBB">
      <w:pPr>
        <w:pStyle w:val="Zakladnystyl"/>
        <w:jc w:val="center"/>
        <w:rPr>
          <w:b/>
          <w:bCs/>
          <w:sz w:val="28"/>
          <w:szCs w:val="28"/>
        </w:rPr>
      </w:pPr>
      <w:r w:rsidRPr="000C0D3E">
        <w:rPr>
          <w:b/>
          <w:bCs/>
          <w:sz w:val="28"/>
          <w:szCs w:val="28"/>
        </w:rPr>
        <w:t xml:space="preserve"> </w:t>
      </w:r>
      <w:r w:rsidR="000C0D3E" w:rsidRPr="000C0D3E">
        <w:rPr>
          <w:b/>
          <w:bCs/>
          <w:sz w:val="28"/>
          <w:szCs w:val="28"/>
        </w:rPr>
        <w:t>a návrh</w:t>
      </w:r>
      <w:r w:rsidR="00AA4BF7">
        <w:rPr>
          <w:b/>
          <w:bCs/>
          <w:sz w:val="28"/>
          <w:szCs w:val="28"/>
        </w:rPr>
        <w:t>u</w:t>
      </w:r>
      <w:r w:rsidR="000C0D3E" w:rsidRPr="000C0D3E">
        <w:rPr>
          <w:b/>
          <w:bCs/>
          <w:sz w:val="28"/>
          <w:szCs w:val="28"/>
        </w:rPr>
        <w:t xml:space="preserve"> na jeho aktualizáciu</w:t>
      </w:r>
    </w:p>
    <w:p w:rsidR="005C7B41" w:rsidRDefault="005C7B41">
      <w:pPr>
        <w:pStyle w:val="Zakladnystyl"/>
        <w:jc w:val="center"/>
      </w:pPr>
    </w:p>
    <w:tbl>
      <w:tblPr>
        <w:tblW w:w="0" w:type="auto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6804"/>
      </w:tblGrid>
      <w:tr w:rsidR="005C7B41">
        <w:trPr>
          <w:trHeight w:val="397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 w:rsidR="005C7B41" w:rsidRDefault="005C7B41">
            <w:pPr>
              <w:pStyle w:val="Zakladnystyl"/>
            </w:pPr>
            <w:r>
              <w:t>Číslo materiálu: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5C7B41" w:rsidRDefault="005C7B41">
            <w:pPr>
              <w:pStyle w:val="Zakladnystyl"/>
            </w:pPr>
          </w:p>
        </w:tc>
      </w:tr>
      <w:tr w:rsidR="005C7B41">
        <w:trPr>
          <w:trHeight w:val="397"/>
        </w:trPr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B41" w:rsidRDefault="005C7B41">
            <w:pPr>
              <w:pStyle w:val="Zakladnystyl"/>
            </w:pPr>
            <w:r>
              <w:t>Predkladateľ: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B41" w:rsidRDefault="002F2453" w:rsidP="002F2453">
            <w:pPr>
              <w:pStyle w:val="Zakladnystyl"/>
            </w:pPr>
            <w:r>
              <w:t>minister práce, sociálnych vecí a rodiny</w:t>
            </w:r>
          </w:p>
        </w:tc>
      </w:tr>
    </w:tbl>
    <w:p w:rsidR="005C7B41" w:rsidRDefault="005C7B41">
      <w:pPr>
        <w:pStyle w:val="Vlada"/>
        <w:rPr>
          <w:sz w:val="24"/>
          <w:szCs w:val="24"/>
        </w:rPr>
      </w:pPr>
      <w:r>
        <w:t>Vláda</w:t>
      </w:r>
    </w:p>
    <w:p w:rsidR="005C7B41" w:rsidRDefault="005C7B41">
      <w:pPr>
        <w:pStyle w:val="Nadpis1"/>
      </w:pPr>
      <w:r>
        <w:t>schvaľuje</w:t>
      </w:r>
    </w:p>
    <w:p w:rsidR="005C7B41" w:rsidRDefault="000C0D3E" w:rsidP="000C0D3E">
      <w:pPr>
        <w:pStyle w:val="Nadpis2"/>
        <w:rPr>
          <w:lang w:eastAsia="cs-CZ"/>
        </w:rPr>
      </w:pPr>
      <w:r>
        <w:t>návrh</w:t>
      </w:r>
      <w:r w:rsidRPr="000C0D3E">
        <w:t xml:space="preserve"> Správy o plnení opatrení vyplývajúcich z Národného programu aktívneho starnutia na roky 2021 – 20</w:t>
      </w:r>
      <w:r>
        <w:t>30 za roky 202</w:t>
      </w:r>
      <w:r w:rsidR="00D80EDE">
        <w:t>3</w:t>
      </w:r>
      <w:r>
        <w:t xml:space="preserve"> – 202</w:t>
      </w:r>
      <w:r w:rsidR="00D80EDE">
        <w:t>4</w:t>
      </w:r>
      <w:r>
        <w:t xml:space="preserve"> a návrh</w:t>
      </w:r>
      <w:r w:rsidRPr="000C0D3E">
        <w:t xml:space="preserve"> na jeho aktualizáciu</w:t>
      </w:r>
      <w:r w:rsidR="001C5247">
        <w:t>;</w:t>
      </w:r>
    </w:p>
    <w:p w:rsidR="005C7B41" w:rsidRDefault="00752B84" w:rsidP="00B82FB3">
      <w:pPr>
        <w:pStyle w:val="Vykonaj"/>
        <w:rPr>
          <w:b w:val="0"/>
          <w:bCs w:val="0"/>
        </w:rPr>
      </w:pPr>
      <w:r>
        <w:t>Na vedomie</w:t>
      </w:r>
      <w:r w:rsidR="005C7B41">
        <w:t>:</w:t>
      </w:r>
      <w:r w:rsidR="005C7B41">
        <w:tab/>
      </w:r>
      <w:r w:rsidR="005D1EB8">
        <w:t xml:space="preserve">    </w:t>
      </w:r>
      <w:r w:rsidR="005F713B">
        <w:rPr>
          <w:b w:val="0"/>
          <w:bCs w:val="0"/>
        </w:rPr>
        <w:t>minister práce, sociálnych vecí a rodiny</w:t>
      </w:r>
    </w:p>
    <w:p w:rsidR="00B82FB3" w:rsidRPr="00B82FB3" w:rsidRDefault="00B82FB3" w:rsidP="00B82FB3">
      <w:pPr>
        <w:pStyle w:val="Vykonajzoznam"/>
      </w:pPr>
    </w:p>
    <w:p w:rsidR="005C7B41" w:rsidRPr="00B82FB3" w:rsidRDefault="005C7B41">
      <w:pPr>
        <w:pStyle w:val="Zarkazkladnhotextu2"/>
        <w:ind w:left="0" w:firstLine="0"/>
        <w:rPr>
          <w:rFonts w:ascii="Times New Roman" w:hAnsi="Times New Roman" w:cs="Times New Roman"/>
          <w:sz w:val="24"/>
          <w:szCs w:val="24"/>
          <w:lang w:val="sk-SK" w:eastAsia="sk-SK"/>
        </w:rPr>
      </w:pPr>
      <w:r w:rsidRPr="00B82FB3">
        <w:rPr>
          <w:rFonts w:ascii="Times New Roman" w:hAnsi="Times New Roman" w:cs="Times New Roman"/>
          <w:sz w:val="24"/>
          <w:szCs w:val="24"/>
          <w:lang w:val="sk-SK" w:eastAsia="sk-SK"/>
        </w:rPr>
        <w:t> </w:t>
      </w:r>
    </w:p>
    <w:p w:rsidR="005C7B41" w:rsidRPr="00B82FB3" w:rsidRDefault="005C7B41">
      <w:pPr>
        <w:pStyle w:val="Zarkazkladnhotextu2"/>
        <w:ind w:left="708" w:firstLine="0"/>
        <w:rPr>
          <w:rFonts w:ascii="Times New Roman" w:hAnsi="Times New Roman" w:cs="Times New Roman"/>
          <w:sz w:val="24"/>
          <w:szCs w:val="24"/>
          <w:lang w:val="sk-SK" w:eastAsia="sk-SK"/>
        </w:rPr>
      </w:pPr>
    </w:p>
    <w:p w:rsidR="005C7B41" w:rsidRPr="00B82FB3" w:rsidRDefault="005C7B41">
      <w:pPr>
        <w:rPr>
          <w:sz w:val="24"/>
          <w:szCs w:val="24"/>
        </w:rPr>
      </w:pPr>
      <w:r w:rsidRPr="00B82FB3">
        <w:rPr>
          <w:sz w:val="24"/>
          <w:szCs w:val="24"/>
        </w:rPr>
        <w:t> </w:t>
      </w:r>
    </w:p>
    <w:p w:rsidR="005C7B41" w:rsidRPr="00B82FB3" w:rsidRDefault="005C7B41">
      <w:pPr>
        <w:pStyle w:val="Nosite"/>
        <w:rPr>
          <w:b w:val="0"/>
          <w:bCs w:val="0"/>
        </w:rPr>
      </w:pPr>
    </w:p>
    <w:sectPr w:rsidR="005C7B41" w:rsidRPr="00B82FB3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E82" w:rsidRDefault="00D37E82">
      <w:r>
        <w:separator/>
      </w:r>
    </w:p>
  </w:endnote>
  <w:endnote w:type="continuationSeparator" w:id="0">
    <w:p w:rsidR="00D37E82" w:rsidRDefault="00D37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E82" w:rsidRDefault="00D37E82">
      <w:r>
        <w:separator/>
      </w:r>
    </w:p>
  </w:footnote>
  <w:footnote w:type="continuationSeparator" w:id="0">
    <w:p w:rsidR="00D37E82" w:rsidRDefault="00D37E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442D4"/>
    <w:multiLevelType w:val="multilevel"/>
    <w:tmpl w:val="FFFFFFFF"/>
    <w:lvl w:ilvl="0">
      <w:start w:val="1"/>
      <w:numFmt w:val="upperLetter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18"/>
        </w:tabs>
        <w:ind w:left="1418" w:hanging="85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none"/>
      <w:lvlRestart w:val="0"/>
      <w:pStyle w:val="Nadpis3"/>
      <w:lvlText w:val=""/>
      <w:lvlJc w:val="left"/>
      <w:pPr>
        <w:tabs>
          <w:tab w:val="num" w:pos="1418"/>
        </w:tabs>
        <w:ind w:left="1418" w:hanging="85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none"/>
      <w:pStyle w:val="Nadpis4"/>
      <w:lvlText w:val="%4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/>
        <w:iCs/>
        <w:sz w:val="24"/>
        <w:szCs w:val="24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" w15:restartNumberingAfterBreak="0">
    <w:nsid w:val="269E23E3"/>
    <w:multiLevelType w:val="hybridMultilevel"/>
    <w:tmpl w:val="FFFFFFFF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DA40FA"/>
    <w:multiLevelType w:val="hybridMultilevel"/>
    <w:tmpl w:val="FFFFFFFF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2DD6BB6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3957430"/>
    <w:multiLevelType w:val="hybridMultilevel"/>
    <w:tmpl w:val="FFFFFFFF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D1433A7"/>
    <w:multiLevelType w:val="multilevel"/>
    <w:tmpl w:val="FFFFFFFF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1701" w:hanging="113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trackRevisions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453"/>
    <w:rsid w:val="00017792"/>
    <w:rsid w:val="000C0D3E"/>
    <w:rsid w:val="000D0466"/>
    <w:rsid w:val="001C5247"/>
    <w:rsid w:val="001C7033"/>
    <w:rsid w:val="00284B78"/>
    <w:rsid w:val="002C7215"/>
    <w:rsid w:val="002F2453"/>
    <w:rsid w:val="002F77EC"/>
    <w:rsid w:val="00302354"/>
    <w:rsid w:val="00321E96"/>
    <w:rsid w:val="003912DC"/>
    <w:rsid w:val="0039549A"/>
    <w:rsid w:val="003C293C"/>
    <w:rsid w:val="00400AC7"/>
    <w:rsid w:val="00463E2F"/>
    <w:rsid w:val="00476ACA"/>
    <w:rsid w:val="00483B6B"/>
    <w:rsid w:val="004C040A"/>
    <w:rsid w:val="004C0778"/>
    <w:rsid w:val="004C2163"/>
    <w:rsid w:val="004F303A"/>
    <w:rsid w:val="00530671"/>
    <w:rsid w:val="005C7B41"/>
    <w:rsid w:val="005D1EB8"/>
    <w:rsid w:val="005E5F75"/>
    <w:rsid w:val="005F713B"/>
    <w:rsid w:val="00616AEA"/>
    <w:rsid w:val="00653057"/>
    <w:rsid w:val="00697406"/>
    <w:rsid w:val="006E5F2D"/>
    <w:rsid w:val="00752B84"/>
    <w:rsid w:val="00752BBB"/>
    <w:rsid w:val="007733A3"/>
    <w:rsid w:val="00786A08"/>
    <w:rsid w:val="007D5FC1"/>
    <w:rsid w:val="00883A2D"/>
    <w:rsid w:val="00902332"/>
    <w:rsid w:val="00987761"/>
    <w:rsid w:val="00A055F1"/>
    <w:rsid w:val="00AA21AE"/>
    <w:rsid w:val="00AA4BF7"/>
    <w:rsid w:val="00AC0C4E"/>
    <w:rsid w:val="00AE5808"/>
    <w:rsid w:val="00AF5ED8"/>
    <w:rsid w:val="00B66F3C"/>
    <w:rsid w:val="00B82FB3"/>
    <w:rsid w:val="00CD62FB"/>
    <w:rsid w:val="00D13931"/>
    <w:rsid w:val="00D37E82"/>
    <w:rsid w:val="00D61C40"/>
    <w:rsid w:val="00D65DDF"/>
    <w:rsid w:val="00D80EDE"/>
    <w:rsid w:val="00E27F33"/>
    <w:rsid w:val="00E67677"/>
    <w:rsid w:val="00EB241F"/>
    <w:rsid w:val="00F043A0"/>
    <w:rsid w:val="00F2776E"/>
    <w:rsid w:val="00FC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4C864CC1-6CD6-4CB0-8871-AC4938318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Nadpis1">
    <w:name w:val="heading 1"/>
    <w:aliases w:val="Čo robí (časť)"/>
    <w:basedOn w:val="Normlny"/>
    <w:next w:val="Nosite"/>
    <w:link w:val="Nadpis1Char"/>
    <w:uiPriority w:val="99"/>
    <w:qFormat/>
    <w:pPr>
      <w:keepNext/>
      <w:numPr>
        <w:numId w:val="5"/>
      </w:numPr>
      <w:spacing w:before="360"/>
      <w:outlineLvl w:val="0"/>
    </w:pPr>
    <w:rPr>
      <w:b/>
      <w:bCs/>
      <w:kern w:val="32"/>
      <w:sz w:val="28"/>
      <w:szCs w:val="28"/>
    </w:rPr>
  </w:style>
  <w:style w:type="paragraph" w:styleId="Nadpis2">
    <w:name w:val="heading 2"/>
    <w:aliases w:val="Úloha"/>
    <w:basedOn w:val="Normlny"/>
    <w:link w:val="Nadpis2Char"/>
    <w:uiPriority w:val="99"/>
    <w:qFormat/>
    <w:pPr>
      <w:numPr>
        <w:ilvl w:val="1"/>
        <w:numId w:val="5"/>
      </w:numPr>
      <w:spacing w:before="120"/>
      <w:jc w:val="both"/>
      <w:outlineLvl w:val="1"/>
    </w:pPr>
    <w:rPr>
      <w:sz w:val="24"/>
      <w:szCs w:val="24"/>
    </w:rPr>
  </w:style>
  <w:style w:type="paragraph" w:styleId="Nadpis3">
    <w:name w:val="heading 3"/>
    <w:aliases w:val="Podúloha"/>
    <w:basedOn w:val="Normlny"/>
    <w:link w:val="Nadpis3Char"/>
    <w:uiPriority w:val="99"/>
    <w:qFormat/>
    <w:pPr>
      <w:keepNext/>
      <w:numPr>
        <w:ilvl w:val="2"/>
        <w:numId w:val="5"/>
      </w:numPr>
      <w:spacing w:before="120"/>
      <w:outlineLvl w:val="2"/>
    </w:pPr>
    <w:rPr>
      <w:sz w:val="24"/>
      <w:szCs w:val="24"/>
    </w:rPr>
  </w:style>
  <w:style w:type="paragraph" w:styleId="Nadpis4">
    <w:name w:val="heading 4"/>
    <w:aliases w:val="Termín"/>
    <w:basedOn w:val="Normlny"/>
    <w:next w:val="Nadpis2"/>
    <w:link w:val="Nadpis4Char"/>
    <w:uiPriority w:val="99"/>
    <w:qFormat/>
    <w:pPr>
      <w:numPr>
        <w:ilvl w:val="3"/>
        <w:numId w:val="5"/>
      </w:numPr>
      <w:spacing w:before="120" w:after="120"/>
      <w:outlineLvl w:val="3"/>
    </w:pPr>
    <w:rPr>
      <w:i/>
      <w:iCs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9"/>
    <w:qFormat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pPr>
      <w:numPr>
        <w:ilvl w:val="6"/>
        <w:numId w:val="5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9"/>
    <w:qFormat/>
    <w:pPr>
      <w:numPr>
        <w:ilvl w:val="7"/>
        <w:numId w:val="5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9"/>
    <w:qFormat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Nadpis1Char">
    <w:name w:val="Nadpis 1 Char"/>
    <w:aliases w:val="Čo robí (časť)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Nadpis5Char">
    <w:name w:val="Nadpis 5 Char"/>
    <w:basedOn w:val="Predvolenpsmoodseku"/>
    <w:link w:val="Nadpis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semiHidden/>
    <w:locked/>
    <w:rPr>
      <w:rFonts w:cs="Times New Roman"/>
      <w:b/>
      <w:bCs/>
    </w:rPr>
  </w:style>
  <w:style w:type="character" w:customStyle="1" w:styleId="Nadpis7Char">
    <w:name w:val="Nadpis 7 Char"/>
    <w:basedOn w:val="Predvolenpsmoodseku"/>
    <w:link w:val="Nadpis7"/>
    <w:uiPriority w:val="9"/>
    <w:semiHidden/>
    <w:locked/>
    <w:rPr>
      <w:rFonts w:cs="Times New Roman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locked/>
    <w:rPr>
      <w:rFonts w:cs="Times New Roman"/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Pr>
      <w:rFonts w:asciiTheme="majorHAnsi" w:eastAsiaTheme="majorEastAsia" w:hAnsiTheme="majorHAnsi" w:cs="Times New Roman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  <w:jc w:val="center"/>
    </w:pPr>
    <w:rPr>
      <w:caps/>
      <w:sz w:val="24"/>
      <w:szCs w:val="24"/>
    </w:rPr>
  </w:style>
  <w:style w:type="paragraph" w:customStyle="1" w:styleId="Vykonaj">
    <w:name w:val="Vykonajú"/>
    <w:basedOn w:val="Normlny"/>
    <w:next w:val="Vykonajzoznam"/>
    <w:uiPriority w:val="99"/>
    <w:pPr>
      <w:keepNext/>
      <w:spacing w:before="360"/>
    </w:pPr>
    <w:rPr>
      <w:b/>
      <w:bCs/>
      <w:sz w:val="24"/>
      <w:szCs w:val="24"/>
    </w:rPr>
  </w:style>
  <w:style w:type="paragraph" w:customStyle="1" w:styleId="Vlada">
    <w:name w:val="Vlada"/>
    <w:basedOn w:val="Normlny"/>
    <w:uiPriority w:val="99"/>
    <w:pPr>
      <w:spacing w:before="480" w:after="120"/>
    </w:pPr>
    <w:rPr>
      <w:b/>
      <w:bCs/>
      <w:sz w:val="32"/>
      <w:szCs w:val="32"/>
    </w:rPr>
  </w:style>
  <w:style w:type="character" w:customStyle="1" w:styleId="Nadpis4Char">
    <w:name w:val="Nadpis 4 Char"/>
    <w:aliases w:val="Termín Char"/>
    <w:basedOn w:val="Predvolenpsmoodseku"/>
    <w:link w:val="Nadpis4"/>
    <w:uiPriority w:val="9"/>
    <w:semiHidden/>
    <w:locked/>
    <w:rPr>
      <w:rFonts w:cs="Times New Roman"/>
      <w:b/>
      <w:bCs/>
      <w:sz w:val="28"/>
      <w:szCs w:val="28"/>
    </w:rPr>
  </w:style>
  <w:style w:type="paragraph" w:customStyle="1" w:styleId="Navedomie">
    <w:name w:val="Na vedomie"/>
    <w:basedOn w:val="Vykonajzoznam"/>
    <w:next w:val="Navedomiezoznam"/>
    <w:uiPriority w:val="99"/>
    <w:pPr>
      <w:spacing w:before="360"/>
      <w:ind w:left="0"/>
    </w:pPr>
    <w:rPr>
      <w:b/>
      <w:bCs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Nadpis2Char">
    <w:name w:val="Nadpis 2 Char"/>
    <w:aliases w:val="Úloha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Vykonajzoznam">
    <w:name w:val="Vykonajú_zoznam"/>
    <w:basedOn w:val="Normlny"/>
    <w:uiPriority w:val="99"/>
    <w:pPr>
      <w:ind w:left="1418"/>
    </w:pPr>
    <w:rPr>
      <w:sz w:val="24"/>
      <w:szCs w:val="24"/>
    </w:rPr>
  </w:style>
  <w:style w:type="character" w:customStyle="1" w:styleId="Nadpis3Char">
    <w:name w:val="Nadpis 3 Char"/>
    <w:aliases w:val="Podúloha Char"/>
    <w:basedOn w:val="Predvolenpsmoodseku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customStyle="1" w:styleId="Navedomiezoznam">
    <w:name w:val="Na vedomie_zoznam"/>
    <w:basedOn w:val="Navedomie"/>
    <w:uiPriority w:val="99"/>
    <w:pPr>
      <w:spacing w:before="0"/>
      <w:ind w:left="1418"/>
    </w:pPr>
    <w:rPr>
      <w:b w:val="0"/>
      <w:bCs w:val="0"/>
    </w:rPr>
  </w:style>
  <w:style w:type="paragraph" w:customStyle="1" w:styleId="Zakladnystyl">
    <w:name w:val="Zakladny styl"/>
    <w:uiPriority w:val="99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Nosite">
    <w:name w:val="Nositeľ"/>
    <w:basedOn w:val="Zakladnystyl"/>
    <w:next w:val="Nadpis2"/>
    <w:uiPriority w:val="99"/>
    <w:pPr>
      <w:spacing w:before="240" w:after="120"/>
      <w:ind w:left="567"/>
    </w:pPr>
    <w:rPr>
      <w:b/>
      <w:bCs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styleId="Zarkazkladnhotextu2">
    <w:name w:val="Body Text Indent 2"/>
    <w:basedOn w:val="Normlny"/>
    <w:link w:val="Zarkazkladnhotextu2Char"/>
    <w:uiPriority w:val="99"/>
    <w:pPr>
      <w:ind w:left="1278" w:hanging="285"/>
    </w:pPr>
    <w:rPr>
      <w:rFonts w:ascii="Arial" w:hAnsi="Arial" w:cs="Arial"/>
      <w:lang w:val="cs-CZ" w:eastAsia="cs-CZ"/>
    </w:rPr>
  </w:style>
  <w:style w:type="character" w:customStyle="1" w:styleId="PredmetkomentraChar1">
    <w:name w:val="Predmet komentára Char1"/>
    <w:basedOn w:val="TextkomentraChar"/>
    <w:link w:val="Predmetkomentra"/>
    <w:uiPriority w:val="99"/>
    <w:semiHidden/>
    <w:locked/>
    <w:rsid w:val="00653057"/>
    <w:rPr>
      <w:rFonts w:ascii="Times New Roman" w:hAnsi="Times New Roman" w:cs="Times New Roman"/>
      <w:b/>
      <w:bCs/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unhideWhenUsed/>
    <w:rsid w:val="00653057"/>
  </w:style>
  <w:style w:type="character" w:styleId="Odkaznakomentr">
    <w:name w:val="annotation reference"/>
    <w:basedOn w:val="Predvolenpsmoodseku"/>
    <w:uiPriority w:val="99"/>
    <w:semiHidden/>
    <w:unhideWhenUsed/>
    <w:rsid w:val="00653057"/>
    <w:rPr>
      <w:rFonts w:cs="Times New Roman"/>
      <w:sz w:val="16"/>
      <w:szCs w:val="16"/>
    </w:rPr>
  </w:style>
  <w:style w:type="table" w:styleId="Mriekatabuky">
    <w:name w:val="Table Grid"/>
    <w:basedOn w:val="Normlnatabuka"/>
    <w:uiPriority w:val="99"/>
    <w:unhideWhenUsed/>
    <w:rsid w:val="00B82FB3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53057"/>
    <w:rPr>
      <w:rFonts w:ascii="Segoe UI Symbol" w:hAnsi="Segoe UI Symbol" w:cs="Segoe UI Symbol"/>
      <w:sz w:val="18"/>
      <w:szCs w:val="18"/>
    </w:rPr>
  </w:style>
  <w:style w:type="paragraph" w:styleId="Revzia">
    <w:name w:val="Revision"/>
    <w:hidden/>
    <w:uiPriority w:val="99"/>
    <w:semiHidden/>
    <w:rsid w:val="004F303A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1"/>
    <w:uiPriority w:val="99"/>
    <w:semiHidden/>
    <w:unhideWhenUsed/>
    <w:rsid w:val="00653057"/>
    <w:rPr>
      <w:b/>
      <w:bCs/>
    </w:rPr>
  </w:style>
  <w:style w:type="character" w:customStyle="1" w:styleId="PredmetkomentraChar">
    <w:name w:val="Predmet komentára Char"/>
    <w:basedOn w:val="Predvolenpsmoodseku"/>
    <w:uiPriority w:val="99"/>
    <w:semiHidden/>
    <w:rPr>
      <w:rFonts w:ascii="Times New Roman" w:hAnsi="Times New Roman"/>
      <w:b/>
      <w:bCs/>
      <w:sz w:val="20"/>
      <w:szCs w:val="20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53057"/>
    <w:rPr>
      <w:rFonts w:ascii="Segoe UI Symbol" w:hAnsi="Segoe UI Symbol" w:cs="Segoe UI Symbol"/>
      <w:sz w:val="18"/>
      <w:szCs w:val="18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653057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&#352;abl&#243;ny\Uznesenie.dot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60a29af-d413-48d4-bd90-fe9d2a897e4b">WKX3UHSAJ2R6-2-1406769</_dlc_DocId>
    <_dlc_DocIdUrl xmlns="e60a29af-d413-48d4-bd90-fe9d2a897e4b">
      <Url>https://ovdmasv601/sites/DMS/_layouts/15/DocIdRedir.aspx?ID=WKX3UHSAJ2R6-2-1406769</Url>
      <Description>WKX3UHSAJ2R6-2-1406769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60D83B0-1E0B-4107-83F9-55B535ECA6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a29af-d413-48d4-bd90-fe9d2a897e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0E6B79-C45E-47BB-AC78-30F0D0E9BE38}">
  <ds:schemaRefs>
    <ds:schemaRef ds:uri="http://schemas.microsoft.com/office/2006/metadata/properties"/>
    <ds:schemaRef ds:uri="http://schemas.microsoft.com/office/infopath/2007/PartnerControls"/>
    <ds:schemaRef ds:uri="e60a29af-d413-48d4-bd90-fe9d2a897e4b"/>
  </ds:schemaRefs>
</ds:datastoreItem>
</file>

<file path=customXml/itemProps3.xml><?xml version="1.0" encoding="utf-8"?>
<ds:datastoreItem xmlns:ds="http://schemas.openxmlformats.org/officeDocument/2006/customXml" ds:itemID="{297334B7-960D-4312-87F2-21B0413141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751263-ACEA-4054-A3B6-391AF43F695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Uznesenie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>Úrad vlády SR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PPP</dc:creator>
  <cp:keywords/>
  <dc:description/>
  <cp:lastModifiedBy>Rakús Filip</cp:lastModifiedBy>
  <cp:revision>2</cp:revision>
  <cp:lastPrinted>2001-01-11T17:31:00Z</cp:lastPrinted>
  <dcterms:created xsi:type="dcterms:W3CDTF">2025-08-27T07:00:00Z</dcterms:created>
  <dcterms:modified xsi:type="dcterms:W3CDTF">2025-08-27T07:00:00Z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0x0101006C0C8C3C1E3DCC44BECE3792677AD011</vt:lpwstr>
  </property>
  <property fmtid="{D5CDD505-2E9C-101B-9397-08002B2CF9AE}" pid="3" name="_dlc_DocIdItemGuid">
    <vt:lpwstr>cd67538f-3bce-45c8-b696-376c93bc437e</vt:lpwstr>
  </property>
</Properties>
</file>